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991D41" w:rsidRPr="00B0544D" w14:paraId="6F1F4AB7" w14:textId="77777777" w:rsidTr="00453AF9">
        <w:tc>
          <w:tcPr>
            <w:tcW w:w="1311" w:type="dxa"/>
          </w:tcPr>
          <w:p w14:paraId="5CC83EC5" w14:textId="77777777" w:rsidR="00991D41" w:rsidRPr="001A5581" w:rsidRDefault="00991D41" w:rsidP="00453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091D0002" w14:textId="77777777" w:rsidR="00991D41" w:rsidRPr="001A5581" w:rsidRDefault="00991D41" w:rsidP="00453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38960A8B" w14:textId="77777777" w:rsidR="00991D41" w:rsidRPr="001A5581" w:rsidRDefault="00991D41" w:rsidP="00453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991D41" w:rsidRPr="009146AD" w14:paraId="0ECEEAA5" w14:textId="77777777" w:rsidTr="00453AF9">
        <w:tc>
          <w:tcPr>
            <w:tcW w:w="1311" w:type="dxa"/>
          </w:tcPr>
          <w:p w14:paraId="1E822E9E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034318AD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Pannello isolante</w:t>
            </w:r>
          </w:p>
          <w:p w14:paraId="40165DF1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351ED021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o</w:t>
            </w:r>
          </w:p>
          <w:p w14:paraId="7A2349D7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R </w:t>
            </w:r>
          </w:p>
          <w:p w14:paraId="36D4C4BA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con tubazione </w:t>
            </w:r>
          </w:p>
          <w:p w14:paraId="1B8BE4B8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color w:val="00B050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B050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B050"/>
                <w:sz w:val="20"/>
              </w:rPr>
              <w:t>Klett</w:t>
            </w:r>
            <w:proofErr w:type="spellEnd"/>
          </w:p>
        </w:tc>
        <w:tc>
          <w:tcPr>
            <w:tcW w:w="6101" w:type="dxa"/>
          </w:tcPr>
          <w:p w14:paraId="60D235D1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Sistema di riscaldamento/raffrescamento a pavimento con posa dei tubi a serpentino.</w:t>
            </w:r>
          </w:p>
          <w:p w14:paraId="7B677DFF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 </w:t>
            </w:r>
          </w:p>
          <w:p w14:paraId="4C598F21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Il sistema è costituito da:</w:t>
            </w:r>
          </w:p>
          <w:p w14:paraId="22D4C99E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 xml:space="preserve">Pannello isolante in polistirene espanso (EPS) stampato </w:t>
            </w:r>
            <w:r w:rsidRPr="001A5581">
              <w:rPr>
                <w:rFonts w:ascii="Poppins" w:hAnsi="Poppins" w:cs="Poppins"/>
                <w:color w:val="00B050"/>
              </w:rPr>
              <w:t>H20</w:t>
            </w:r>
            <w:r w:rsidRPr="001A5581">
              <w:rPr>
                <w:rFonts w:ascii="Poppins" w:hAnsi="Poppins" w:cs="Poppins"/>
              </w:rPr>
              <w:t xml:space="preserve"> / </w:t>
            </w:r>
            <w:r w:rsidRPr="001A5581">
              <w:rPr>
                <w:rFonts w:ascii="Poppins" w:hAnsi="Poppins" w:cs="Poppins"/>
                <w:color w:val="FF0000"/>
              </w:rPr>
              <w:t>H30</w:t>
            </w:r>
            <w:r w:rsidRPr="001A5581">
              <w:rPr>
                <w:rFonts w:ascii="Poppins" w:hAnsi="Poppins" w:cs="Poppins"/>
              </w:rPr>
              <w:t xml:space="preserve"> o polietilene espanso </w:t>
            </w:r>
            <w:r w:rsidRPr="001A5581">
              <w:rPr>
                <w:rFonts w:ascii="Poppins" w:hAnsi="Poppins" w:cs="Poppins"/>
                <w:color w:val="FFD966" w:themeColor="accent4" w:themeTint="99"/>
              </w:rPr>
              <w:t xml:space="preserve">H6 </w:t>
            </w:r>
            <w:r w:rsidRPr="001A5581">
              <w:rPr>
                <w:rFonts w:ascii="Poppins" w:hAnsi="Poppins" w:cs="Poppins"/>
              </w:rPr>
              <w:t>per isolamento termico per tubo 16x2. Passo tubi 5 cm.</w:t>
            </w:r>
          </w:p>
          <w:p w14:paraId="58478A10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4B887595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 xml:space="preserve">Tubazioni </w:t>
            </w:r>
            <w:r w:rsidRPr="001A5581">
              <w:rPr>
                <w:rFonts w:ascii="Poppins" w:hAnsi="Poppins" w:cs="Poppins"/>
                <w:color w:val="00B050"/>
              </w:rPr>
              <w:t xml:space="preserve">Pex Penta </w:t>
            </w:r>
            <w:proofErr w:type="spellStart"/>
            <w:r w:rsidRPr="001A5581">
              <w:rPr>
                <w:rFonts w:ascii="Poppins" w:hAnsi="Poppins" w:cs="Poppins"/>
                <w:color w:val="00B05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color w:val="00B050"/>
              </w:rPr>
              <w:t xml:space="preserve"> 16 x 2</w:t>
            </w:r>
          </w:p>
          <w:p w14:paraId="4D13B2F0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07C48AEA" w14:textId="69F8DAB4" w:rsidR="00991D4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0AEB0E60" w14:textId="77777777" w:rsidR="0022408D" w:rsidRPr="0022408D" w:rsidRDefault="0022408D" w:rsidP="0022408D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</w:p>
          <w:p w14:paraId="1A11F1CD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3D760131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31885B8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o PE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R  con tubazione 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FB7335C" w14:textId="77777777" w:rsidR="00991D41" w:rsidRDefault="00991D41"/>
    <w:p w14:paraId="2ACD3635" w14:textId="77777777" w:rsidR="00991D41" w:rsidRDefault="00991D41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39E9E8F" w14:textId="77777777" w:rsidTr="00FD02BC">
        <w:tc>
          <w:tcPr>
            <w:tcW w:w="1311" w:type="dxa"/>
          </w:tcPr>
          <w:p w14:paraId="06B8A3B4" w14:textId="77777777" w:rsidR="00757AC7" w:rsidRPr="001A558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46CEBE1" w14:textId="77777777" w:rsidR="00757AC7" w:rsidRPr="001A558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11A21F7C" w14:textId="77777777" w:rsidR="00757AC7" w:rsidRPr="001A5581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A5581" w:rsidRPr="004C6F17" w14:paraId="5E85CDA2" w14:textId="77777777" w:rsidTr="00FD02BC">
        <w:tc>
          <w:tcPr>
            <w:tcW w:w="1311" w:type="dxa"/>
          </w:tcPr>
          <w:p w14:paraId="3AA65467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28134126</w:t>
            </w:r>
          </w:p>
        </w:tc>
        <w:tc>
          <w:tcPr>
            <w:tcW w:w="2086" w:type="dxa"/>
          </w:tcPr>
          <w:p w14:paraId="1A00CE3C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060E92B2" w14:textId="77777777" w:rsid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H20</w:t>
            </w:r>
          </w:p>
          <w:p w14:paraId="2BF48CF8" w14:textId="596A4DEC" w:rsidR="00BE3268" w:rsidRPr="001A5581" w:rsidRDefault="00BE3268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10 m2)</w:t>
            </w:r>
          </w:p>
        </w:tc>
        <w:tc>
          <w:tcPr>
            <w:tcW w:w="6101" w:type="dxa"/>
          </w:tcPr>
          <w:p w14:paraId="5FD0D045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isolante in rotolo, costituito da doghe (100x1000 mm) in polistirene espanso (EPS) stampato per isolamento termico, accoppiato da una pellicola loop bianca con traccia nera di posa.</w:t>
            </w:r>
          </w:p>
          <w:p w14:paraId="68D2E086" w14:textId="77777777" w:rsid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certificato come da Regolamento (UE) N.305/2011.</w:t>
            </w:r>
          </w:p>
          <w:p w14:paraId="4273022B" w14:textId="77777777" w:rsidR="00A303B9" w:rsidRPr="001A5581" w:rsidRDefault="00A303B9" w:rsidP="001A558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FC5F60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Passo di posa 50 mm (a serpentina). </w:t>
            </w:r>
          </w:p>
          <w:p w14:paraId="78E3D8E3" w14:textId="0A5B7EE0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Resistenza termica RD 0</w:t>
            </w:r>
            <w:r w:rsidR="00BE3268">
              <w:rPr>
                <w:rFonts w:ascii="Poppins" w:hAnsi="Poppins" w:cs="Poppins"/>
                <w:sz w:val="20"/>
              </w:rPr>
              <w:t>,</w:t>
            </w:r>
            <w:r w:rsidRPr="001A5581">
              <w:rPr>
                <w:rFonts w:ascii="Poppins" w:hAnsi="Poppins" w:cs="Poppins"/>
                <w:sz w:val="20"/>
              </w:rPr>
              <w:t>60 m</w:t>
            </w:r>
            <w:r w:rsidR="005B1D77">
              <w:rPr>
                <w:rFonts w:ascii="Poppins" w:hAnsi="Poppins" w:cs="Poppins"/>
                <w:sz w:val="20"/>
              </w:rPr>
              <w:t>2</w:t>
            </w:r>
            <w:r w:rsidRPr="001A5581">
              <w:rPr>
                <w:rFonts w:ascii="Poppins" w:hAnsi="Poppins" w:cs="Poppins"/>
                <w:sz w:val="20"/>
              </w:rPr>
              <w:t>K/W, spessore lastra 20 mm.</w:t>
            </w:r>
          </w:p>
          <w:p w14:paraId="580475C6" w14:textId="6AA7A4FF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Dimensioni: 1</w:t>
            </w:r>
            <w:r w:rsidR="0016602E">
              <w:rPr>
                <w:rFonts w:ascii="Poppins" w:hAnsi="Poppins" w:cs="Poppins"/>
                <w:sz w:val="20"/>
              </w:rPr>
              <w:t>0</w:t>
            </w:r>
            <w:r w:rsidRPr="001A5581">
              <w:rPr>
                <w:rFonts w:ascii="Poppins" w:hAnsi="Poppins" w:cs="Poppins"/>
                <w:sz w:val="20"/>
              </w:rPr>
              <w:t>000 x 1000 x 20 mm</w:t>
            </w:r>
          </w:p>
          <w:p w14:paraId="3E2709C4" w14:textId="4CAED592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  <w:vertAlign w:val="superscript"/>
              </w:rPr>
            </w:pPr>
            <w:r w:rsidRPr="001A5581">
              <w:rPr>
                <w:rFonts w:ascii="Poppins" w:hAnsi="Poppins" w:cs="Poppins"/>
                <w:sz w:val="20"/>
              </w:rPr>
              <w:t>Confezione da: 10 m</w:t>
            </w:r>
            <w:r w:rsidR="005B1D77">
              <w:rPr>
                <w:rFonts w:ascii="Poppins" w:hAnsi="Poppins" w:cs="Poppins"/>
                <w:sz w:val="20"/>
              </w:rPr>
              <w:t>2.</w:t>
            </w:r>
          </w:p>
          <w:p w14:paraId="7AAE8010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73DA2E" w14:textId="744BF4EE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H20</w:t>
            </w:r>
            <w:r w:rsidR="00BE326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E3268" w:rsidRPr="00BE3268">
              <w:rPr>
                <w:rFonts w:ascii="Poppins" w:hAnsi="Poppins" w:cs="Poppins"/>
                <w:b/>
                <w:sz w:val="20"/>
              </w:rPr>
              <w:t>(Conf. 10 m2)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6602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A5581" w:rsidRPr="004C6F17" w14:paraId="66FE58B0" w14:textId="77777777" w:rsidTr="00FD02BC">
        <w:tc>
          <w:tcPr>
            <w:tcW w:w="1311" w:type="dxa"/>
          </w:tcPr>
          <w:p w14:paraId="4E2E9F29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28134128</w:t>
            </w:r>
          </w:p>
        </w:tc>
        <w:tc>
          <w:tcPr>
            <w:tcW w:w="2086" w:type="dxa"/>
          </w:tcPr>
          <w:p w14:paraId="6D9CC388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43B2FA8C" w14:textId="77777777" w:rsid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H30</w:t>
            </w:r>
          </w:p>
          <w:p w14:paraId="320617DE" w14:textId="3264DDA2" w:rsidR="006C4092" w:rsidRPr="001A5581" w:rsidRDefault="006C4092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10 m2)</w:t>
            </w:r>
          </w:p>
        </w:tc>
        <w:tc>
          <w:tcPr>
            <w:tcW w:w="6101" w:type="dxa"/>
          </w:tcPr>
          <w:p w14:paraId="2ECE6303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isolante in rotolo, costituito da doghe (100x1000 mm) in polistirene espanso (EPS) stampato per isolamento termico, accoppiato da una pellicola loop bianca con traccia nera di posa.</w:t>
            </w:r>
          </w:p>
          <w:p w14:paraId="3EB928E1" w14:textId="77777777" w:rsid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certificato come da Regolamento (UE) N.305/2011.</w:t>
            </w:r>
          </w:p>
          <w:p w14:paraId="012467C4" w14:textId="77777777" w:rsidR="00A303B9" w:rsidRPr="001A5581" w:rsidRDefault="00A303B9" w:rsidP="001A558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6221D1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Passo di posa 50 mm (a serpentina). </w:t>
            </w:r>
          </w:p>
          <w:p w14:paraId="2FB84637" w14:textId="631EAD31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Resistenza termica RD </w:t>
            </w:r>
            <w:r w:rsidR="0016602E">
              <w:rPr>
                <w:rFonts w:ascii="Poppins" w:hAnsi="Poppins" w:cs="Poppins"/>
                <w:sz w:val="20"/>
              </w:rPr>
              <w:t>0</w:t>
            </w:r>
            <w:r w:rsidR="006C4092">
              <w:rPr>
                <w:rFonts w:ascii="Poppins" w:hAnsi="Poppins" w:cs="Poppins"/>
                <w:sz w:val="20"/>
              </w:rPr>
              <w:t>,</w:t>
            </w:r>
            <w:r w:rsidR="0016602E">
              <w:rPr>
                <w:rFonts w:ascii="Poppins" w:hAnsi="Poppins" w:cs="Poppins"/>
                <w:sz w:val="20"/>
              </w:rPr>
              <w:t>90</w:t>
            </w:r>
            <w:r w:rsidRPr="001A5581">
              <w:rPr>
                <w:rFonts w:ascii="Poppins" w:hAnsi="Poppins" w:cs="Poppins"/>
                <w:sz w:val="20"/>
              </w:rPr>
              <w:t xml:space="preserve"> m</w:t>
            </w:r>
            <w:r w:rsidR="005B1D77">
              <w:rPr>
                <w:rFonts w:ascii="Poppins" w:hAnsi="Poppins" w:cs="Poppins"/>
                <w:sz w:val="20"/>
              </w:rPr>
              <w:t>2</w:t>
            </w:r>
            <w:r w:rsidRPr="001A5581">
              <w:rPr>
                <w:rFonts w:ascii="Poppins" w:hAnsi="Poppins" w:cs="Poppins"/>
                <w:sz w:val="20"/>
              </w:rPr>
              <w:t xml:space="preserve">K/W, spessore lastra </w:t>
            </w:r>
            <w:r w:rsidR="0016602E">
              <w:rPr>
                <w:rFonts w:ascii="Poppins" w:hAnsi="Poppins" w:cs="Poppins"/>
                <w:sz w:val="20"/>
              </w:rPr>
              <w:t>30</w:t>
            </w:r>
            <w:r w:rsidRPr="001A5581">
              <w:rPr>
                <w:rFonts w:ascii="Poppins" w:hAnsi="Poppins" w:cs="Poppins"/>
                <w:sz w:val="20"/>
              </w:rPr>
              <w:t xml:space="preserve"> mm.</w:t>
            </w:r>
          </w:p>
          <w:p w14:paraId="4B6A660D" w14:textId="4A63E74C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Dimensioni: 1</w:t>
            </w:r>
            <w:r w:rsidR="0016602E">
              <w:rPr>
                <w:rFonts w:ascii="Poppins" w:hAnsi="Poppins" w:cs="Poppins"/>
                <w:sz w:val="20"/>
              </w:rPr>
              <w:t>0</w:t>
            </w:r>
            <w:r w:rsidRPr="001A5581">
              <w:rPr>
                <w:rFonts w:ascii="Poppins" w:hAnsi="Poppins" w:cs="Poppins"/>
                <w:sz w:val="20"/>
              </w:rPr>
              <w:t>000 x 1000 x 30 mm</w:t>
            </w:r>
          </w:p>
          <w:p w14:paraId="4BD9D1CB" w14:textId="0FDD079F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  <w:vertAlign w:val="superscript"/>
              </w:rPr>
            </w:pPr>
            <w:r w:rsidRPr="001A5581">
              <w:rPr>
                <w:rFonts w:ascii="Poppins" w:hAnsi="Poppins" w:cs="Poppins"/>
                <w:sz w:val="20"/>
              </w:rPr>
              <w:t>Confezione da: 10 m</w:t>
            </w:r>
            <w:r w:rsidR="005B1D77">
              <w:rPr>
                <w:rFonts w:ascii="Poppins" w:hAnsi="Poppins" w:cs="Poppins"/>
                <w:sz w:val="20"/>
              </w:rPr>
              <w:t>2.</w:t>
            </w:r>
          </w:p>
          <w:p w14:paraId="7E52471D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57F12BB" w14:textId="7811FBBA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H30</w:t>
            </w:r>
            <w:r w:rsidR="006C409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6C4092" w:rsidRPr="006C4092">
              <w:rPr>
                <w:rFonts w:ascii="Poppins" w:hAnsi="Poppins" w:cs="Poppins"/>
                <w:b/>
                <w:sz w:val="20"/>
              </w:rPr>
              <w:t>(Conf. 10 m2)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6602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02E" w:rsidRPr="004C6F17" w14:paraId="7A82754E" w14:textId="77777777" w:rsidTr="00FD02BC">
        <w:tc>
          <w:tcPr>
            <w:tcW w:w="1311" w:type="dxa"/>
          </w:tcPr>
          <w:p w14:paraId="3B177DB4" w14:textId="385F426C" w:rsidR="0016602E" w:rsidRPr="001A5581" w:rsidRDefault="0016602E" w:rsidP="0016602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28134150</w:t>
            </w:r>
          </w:p>
        </w:tc>
        <w:tc>
          <w:tcPr>
            <w:tcW w:w="2086" w:type="dxa"/>
          </w:tcPr>
          <w:p w14:paraId="3CC32ACB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146A749D" w14:textId="77777777" w:rsidR="0016602E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H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>41</w:t>
            </w:r>
          </w:p>
          <w:p w14:paraId="0F3E40F4" w14:textId="67485FDC" w:rsidR="0084511B" w:rsidRPr="001A5581" w:rsidRDefault="0084511B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10 m2)</w:t>
            </w:r>
          </w:p>
        </w:tc>
        <w:tc>
          <w:tcPr>
            <w:tcW w:w="6101" w:type="dxa"/>
          </w:tcPr>
          <w:p w14:paraId="08FDE428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isolante in rotolo, costituito da doghe (100x1000 mm) in polistirene espanso (EPS) stampato per isolamento termico, accoppiato da una pellicola loop bianca con traccia nera di posa.</w:t>
            </w:r>
          </w:p>
          <w:p w14:paraId="0F268D94" w14:textId="77777777" w:rsidR="0016602E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certificato come da Regolamento (UE) N.305/2011.</w:t>
            </w:r>
          </w:p>
          <w:p w14:paraId="65F8A36C" w14:textId="77777777" w:rsidR="00A303B9" w:rsidRPr="001A5581" w:rsidRDefault="00A303B9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121F56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Passo di posa 50 mm (a serpentina). </w:t>
            </w:r>
          </w:p>
          <w:p w14:paraId="33490567" w14:textId="0ADDA41B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Resistenza termica RD </w:t>
            </w:r>
            <w:r>
              <w:rPr>
                <w:rFonts w:ascii="Poppins" w:hAnsi="Poppins" w:cs="Poppins"/>
                <w:sz w:val="20"/>
              </w:rPr>
              <w:t>1</w:t>
            </w:r>
            <w:r w:rsidR="0084511B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1A5581">
              <w:rPr>
                <w:rFonts w:ascii="Poppins" w:hAnsi="Poppins" w:cs="Poppins"/>
                <w:sz w:val="20"/>
              </w:rPr>
              <w:t xml:space="preserve"> m</w:t>
            </w:r>
            <w:r w:rsidR="005B1D77">
              <w:rPr>
                <w:rFonts w:ascii="Poppins" w:hAnsi="Poppins" w:cs="Poppins"/>
                <w:sz w:val="20"/>
              </w:rPr>
              <w:t>2</w:t>
            </w:r>
            <w:r w:rsidRPr="001A5581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41</w:t>
            </w:r>
            <w:r w:rsidRPr="001A5581">
              <w:rPr>
                <w:rFonts w:ascii="Poppins" w:hAnsi="Poppins" w:cs="Poppins"/>
                <w:sz w:val="20"/>
              </w:rPr>
              <w:t xml:space="preserve"> mm.</w:t>
            </w:r>
          </w:p>
          <w:p w14:paraId="13610E1F" w14:textId="01ED5D4A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Dimensioni: 1</w:t>
            </w:r>
            <w:r>
              <w:rPr>
                <w:rFonts w:ascii="Poppins" w:hAnsi="Poppins" w:cs="Poppins"/>
                <w:sz w:val="20"/>
              </w:rPr>
              <w:t>0</w:t>
            </w:r>
            <w:r w:rsidRPr="001A5581">
              <w:rPr>
                <w:rFonts w:ascii="Poppins" w:hAnsi="Poppins" w:cs="Poppins"/>
                <w:sz w:val="20"/>
              </w:rPr>
              <w:t xml:space="preserve">000 x 1000 x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1A5581">
              <w:rPr>
                <w:rFonts w:ascii="Poppins" w:hAnsi="Poppins" w:cs="Poppins"/>
                <w:sz w:val="20"/>
              </w:rPr>
              <w:t xml:space="preserve"> mm</w:t>
            </w:r>
          </w:p>
          <w:p w14:paraId="0D677C9A" w14:textId="0B7C3EE8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  <w:vertAlign w:val="superscript"/>
              </w:rPr>
            </w:pPr>
            <w:r w:rsidRPr="001A5581">
              <w:rPr>
                <w:rFonts w:ascii="Poppins" w:hAnsi="Poppins" w:cs="Poppins"/>
                <w:sz w:val="20"/>
              </w:rPr>
              <w:t>Confezione da: 10 m</w:t>
            </w:r>
            <w:r w:rsidR="005B1D77">
              <w:rPr>
                <w:rFonts w:ascii="Poppins" w:hAnsi="Poppins" w:cs="Poppins"/>
                <w:sz w:val="20"/>
              </w:rPr>
              <w:t>2.</w:t>
            </w:r>
          </w:p>
          <w:p w14:paraId="5623E268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24E8CF5" w14:textId="55955D06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H</w:t>
            </w:r>
            <w:r>
              <w:rPr>
                <w:rFonts w:ascii="Poppins" w:hAnsi="Poppins" w:cs="Poppins"/>
                <w:b/>
                <w:sz w:val="20"/>
              </w:rPr>
              <w:t>41</w:t>
            </w:r>
            <w:r w:rsidR="0084511B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4511B" w:rsidRPr="0084511B">
              <w:rPr>
                <w:rFonts w:ascii="Poppins" w:hAnsi="Poppins" w:cs="Poppins"/>
                <w:b/>
                <w:sz w:val="20"/>
              </w:rPr>
              <w:t>(Conf. 10 m2)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02E" w:rsidRPr="004C6F17" w14:paraId="3B75C5B6" w14:textId="77777777" w:rsidTr="00FD02BC">
        <w:tc>
          <w:tcPr>
            <w:tcW w:w="1311" w:type="dxa"/>
          </w:tcPr>
          <w:p w14:paraId="469D4016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28141830</w:t>
            </w:r>
          </w:p>
        </w:tc>
        <w:tc>
          <w:tcPr>
            <w:tcW w:w="2086" w:type="dxa"/>
          </w:tcPr>
          <w:p w14:paraId="19B07844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Tubazione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22028E3D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L=240 m</w:t>
            </w:r>
          </w:p>
        </w:tc>
        <w:tc>
          <w:tcPr>
            <w:tcW w:w="6101" w:type="dxa"/>
          </w:tcPr>
          <w:p w14:paraId="57178337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3C11B2A4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FF195E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E7CF22F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6A63B00A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1A5581">
              <w:rPr>
                <w:rFonts w:ascii="Poppins" w:hAnsi="Poppins" w:cs="Poppins"/>
              </w:rPr>
              <w:t>Mk</w:t>
            </w:r>
            <w:proofErr w:type="spellEnd"/>
            <w:r w:rsidRPr="001A5581">
              <w:rPr>
                <w:rFonts w:ascii="Poppins" w:hAnsi="Poppins" w:cs="Poppins"/>
              </w:rPr>
              <w:t>)</w:t>
            </w:r>
          </w:p>
          <w:p w14:paraId="0D656DF7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240 m</w:t>
            </w:r>
          </w:p>
          <w:p w14:paraId="073859A7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D402A2" w14:textId="543984EC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L=240 m o equivalente</w:t>
            </w:r>
            <w:r w:rsidR="009C6E4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02E" w:rsidRPr="004C6F17" w14:paraId="5883B470" w14:textId="77777777" w:rsidTr="00FD02BC">
        <w:tc>
          <w:tcPr>
            <w:tcW w:w="1311" w:type="dxa"/>
          </w:tcPr>
          <w:p w14:paraId="302EAE2F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28141832</w:t>
            </w:r>
          </w:p>
        </w:tc>
        <w:tc>
          <w:tcPr>
            <w:tcW w:w="2086" w:type="dxa"/>
          </w:tcPr>
          <w:p w14:paraId="09DD1D77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Tubazione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02C01049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L=600 m</w:t>
            </w:r>
          </w:p>
        </w:tc>
        <w:tc>
          <w:tcPr>
            <w:tcW w:w="6101" w:type="dxa"/>
          </w:tcPr>
          <w:p w14:paraId="1D3D80E3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5B863911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481F49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E512C1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530D4AC8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1A5581">
              <w:rPr>
                <w:rFonts w:ascii="Poppins" w:hAnsi="Poppins" w:cs="Poppins"/>
              </w:rPr>
              <w:t>Mk</w:t>
            </w:r>
            <w:proofErr w:type="spellEnd"/>
            <w:r w:rsidRPr="001A5581">
              <w:rPr>
                <w:rFonts w:ascii="Poppins" w:hAnsi="Poppins" w:cs="Poppins"/>
              </w:rPr>
              <w:t>)</w:t>
            </w:r>
          </w:p>
          <w:p w14:paraId="3FFABE3C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600 m</w:t>
            </w:r>
          </w:p>
          <w:p w14:paraId="1160ED00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70CD60" w14:textId="37BDF474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L=600 m o equivalente</w:t>
            </w:r>
            <w:r w:rsidR="009C6E4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4C6F17" w14:paraId="634944D0" w14:textId="77777777" w:rsidTr="00FD02BC">
        <w:tc>
          <w:tcPr>
            <w:tcW w:w="1311" w:type="dxa"/>
          </w:tcPr>
          <w:p w14:paraId="03E13317" w14:textId="3C13235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28110118</w:t>
            </w:r>
          </w:p>
        </w:tc>
        <w:tc>
          <w:tcPr>
            <w:tcW w:w="2086" w:type="dxa"/>
          </w:tcPr>
          <w:p w14:paraId="7CB06840" w14:textId="77777777" w:rsidR="007605EB" w:rsidRDefault="007605EB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Tenuta monoblocco 24x19 per tubi PE-X, PE-RT, PP e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Klett</w:t>
            </w:r>
          </w:p>
          <w:p w14:paraId="717199F2" w14:textId="59D5DDF2" w:rsidR="00FF7A31" w:rsidRPr="001A5581" w:rsidRDefault="007605EB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036A267E" w14:textId="460AC58F" w:rsidR="00E76C19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Tenuta monoblocco </w:t>
            </w:r>
            <w:r w:rsidR="00435CEA">
              <w:rPr>
                <w:rFonts w:ascii="Poppins" w:hAnsi="Poppins" w:cs="Poppins"/>
                <w:sz w:val="20"/>
              </w:rPr>
              <w:t>24x19</w:t>
            </w:r>
            <w:r w:rsidR="001036A7">
              <w:rPr>
                <w:rFonts w:ascii="Poppins" w:hAnsi="Poppins" w:cs="Poppins"/>
                <w:sz w:val="20"/>
              </w:rPr>
              <w:t xml:space="preserve"> per tubi in plastica PE-X, PE-RT, PP e </w:t>
            </w:r>
            <w:proofErr w:type="spellStart"/>
            <w:r w:rsidR="001036A7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="001036A7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="001036A7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="007605EB">
              <w:rPr>
                <w:rFonts w:ascii="Poppins" w:hAnsi="Poppins" w:cs="Poppins"/>
                <w:sz w:val="20"/>
              </w:rPr>
              <w:t xml:space="preserve"> </w:t>
            </w:r>
            <w:r w:rsidR="00C92ECA">
              <w:rPr>
                <w:rFonts w:ascii="Poppins" w:hAnsi="Poppins" w:cs="Poppins"/>
                <w:sz w:val="20"/>
              </w:rPr>
              <w:t>16x2 con o-ring.</w:t>
            </w:r>
          </w:p>
          <w:p w14:paraId="4B234E03" w14:textId="77777777" w:rsidR="00E76C19" w:rsidRDefault="00E76C19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E57ACF" w14:textId="77777777" w:rsidR="00E76C19" w:rsidRPr="00E76C19" w:rsidRDefault="00E76C19" w:rsidP="00E76C1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76C1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3A516D1" w14:textId="3BFB7E57" w:rsidR="00E76C19" w:rsidRP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Dado: ottone ST UNI EN 12165 CW617N</w:t>
            </w:r>
          </w:p>
          <w:p w14:paraId="3F690B92" w14:textId="1655E2A0" w:rsidR="00E76C19" w:rsidRP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Adattatore: UNI EN 12164 CW617N</w:t>
            </w:r>
          </w:p>
          <w:p w14:paraId="3BEDA9FE" w14:textId="71D0B299" w:rsidR="00E76C19" w:rsidRP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Ogiva dentata: ottone TN UNI EN 12164 CW617N</w:t>
            </w:r>
          </w:p>
          <w:p w14:paraId="279F59D4" w14:textId="46B81DF5" w:rsid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O-ring di tenuta: EPDM</w:t>
            </w:r>
          </w:p>
          <w:p w14:paraId="47F2F820" w14:textId="77777777" w:rsidR="00C92ECA" w:rsidRPr="00C92ECA" w:rsidRDefault="00C92ECA" w:rsidP="00C92ECA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0D9FEA8E" w14:textId="77777777" w:rsidR="00C92ECA" w:rsidRPr="00986B62" w:rsidRDefault="00C92ECA" w:rsidP="00C92EC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AF5F3B2" w14:textId="3D08A92C" w:rsidR="00C92ECA" w:rsidRPr="00C92ECA" w:rsidRDefault="00C92ECA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 xml:space="preserve">Filettatura: </w:t>
            </w:r>
            <w:r w:rsidRPr="00C92ECA">
              <w:rPr>
                <w:rFonts w:ascii="Poppins" w:hAnsi="Poppins" w:cs="Poppins"/>
              </w:rPr>
              <w:t>24x19</w:t>
            </w:r>
          </w:p>
          <w:p w14:paraId="7B506204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2BD9A4" w14:textId="6F537F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CF15CB" w:rsidRPr="00CF15CB">
              <w:rPr>
                <w:rFonts w:ascii="Poppins" w:hAnsi="Poppins" w:cs="Poppins"/>
                <w:b/>
                <w:sz w:val="20"/>
              </w:rPr>
              <w:t xml:space="preserve">Tenuta monoblocco 24x19 per tubi PE-X, PE-RT, PP e </w:t>
            </w:r>
            <w:proofErr w:type="spellStart"/>
            <w:r w:rsidR="00CF15CB" w:rsidRPr="00CF15CB">
              <w:rPr>
                <w:rFonts w:ascii="Poppins" w:hAnsi="Poppins" w:cs="Poppins"/>
                <w:b/>
                <w:sz w:val="20"/>
              </w:rPr>
              <w:t>P</w:t>
            </w:r>
            <w:r w:rsidR="004925E7">
              <w:rPr>
                <w:rFonts w:ascii="Poppins" w:hAnsi="Poppins" w:cs="Poppins"/>
                <w:b/>
                <w:sz w:val="20"/>
              </w:rPr>
              <w:t>e</w:t>
            </w:r>
            <w:r w:rsidR="00CF15CB" w:rsidRPr="00CF15CB">
              <w:rPr>
                <w:rFonts w:ascii="Poppins" w:hAnsi="Poppins" w:cs="Poppins"/>
                <w:b/>
                <w:sz w:val="20"/>
              </w:rPr>
              <w:t>xPenta</w:t>
            </w:r>
            <w:proofErr w:type="spellEnd"/>
            <w:r w:rsidR="00CF15CB" w:rsidRPr="00CF15CB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CF15CB" w:rsidRPr="00CF15CB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="00CF15CB" w:rsidRPr="00CF15CB">
              <w:rPr>
                <w:rFonts w:ascii="Poppins" w:hAnsi="Poppins" w:cs="Poppins"/>
                <w:b/>
                <w:sz w:val="20"/>
              </w:rPr>
              <w:t xml:space="preserve"> 16 x 2</w:t>
            </w:r>
            <w:r w:rsidR="00CF15CB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A5581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4C6F17" w14:paraId="16174E05" w14:textId="77777777" w:rsidTr="00FD02BC">
        <w:tc>
          <w:tcPr>
            <w:tcW w:w="1311" w:type="dxa"/>
          </w:tcPr>
          <w:p w14:paraId="0E378937" w14:textId="3607B7B8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28110606</w:t>
            </w:r>
          </w:p>
        </w:tc>
        <w:tc>
          <w:tcPr>
            <w:tcW w:w="2086" w:type="dxa"/>
          </w:tcPr>
          <w:p w14:paraId="0F2A2C13" w14:textId="77777777" w:rsidR="007605EB" w:rsidRPr="007605EB" w:rsidRDefault="007605EB" w:rsidP="007605EB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Tenuta Monoblocco 2.0 3/4"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Eurocono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per tubo multistrato, PE-X, PE-RT e</w:t>
            </w:r>
          </w:p>
          <w:p w14:paraId="5064BAD0" w14:textId="77777777" w:rsidR="007605EB" w:rsidRDefault="007605EB" w:rsidP="007605EB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Klett</w:t>
            </w:r>
          </w:p>
          <w:p w14:paraId="0397AF6B" w14:textId="43C7506A" w:rsidR="00FF7A31" w:rsidRPr="001A5581" w:rsidRDefault="007605EB" w:rsidP="007605EB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73062A70" w14:textId="6067A756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  <w:r w:rsidRPr="00986B62">
              <w:rPr>
                <w:rFonts w:ascii="Poppins" w:hAnsi="Poppins" w:cs="Poppins"/>
                <w:sz w:val="20"/>
              </w:rPr>
              <w:t>Tenuta Monoblocco 2.0 nichelata per tubazioni multistrato, PE-X, PE-RT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986B62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Pr="00986B62">
              <w:rPr>
                <w:rFonts w:ascii="Poppins" w:hAnsi="Poppins" w:cs="Poppins"/>
                <w:sz w:val="20"/>
              </w:rPr>
              <w:t xml:space="preserve"> 16x2 con o-ring.</w:t>
            </w:r>
          </w:p>
          <w:p w14:paraId="4E96EF04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5C4EB0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3436E6E" w14:textId="1804F999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Dado: ottone UNI EN 12165 CW617N</w:t>
            </w:r>
          </w:p>
          <w:p w14:paraId="2CF07084" w14:textId="740323E6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Ghiere interne: ottone UNI EN 12164 CW617N</w:t>
            </w:r>
          </w:p>
          <w:p w14:paraId="1F1949C7" w14:textId="076271B5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Rondella: PTFE</w:t>
            </w:r>
          </w:p>
          <w:p w14:paraId="28301842" w14:textId="2C788851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Ogiva dentata: ottone UNI EN 12164 CW617N</w:t>
            </w:r>
          </w:p>
          <w:p w14:paraId="581F61F5" w14:textId="68CFDF51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O-ring di tenuta: EPDM</w:t>
            </w:r>
          </w:p>
          <w:p w14:paraId="46FDE6DE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8EBDF3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019CAF4" w14:textId="31CD52A1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 xml:space="preserve">Filettatura: 3/4" </w:t>
            </w:r>
            <w:proofErr w:type="spellStart"/>
            <w:r w:rsidRPr="00C92ECA">
              <w:rPr>
                <w:rFonts w:ascii="Poppins" w:hAnsi="Poppins" w:cs="Poppins"/>
              </w:rPr>
              <w:t>Eurocono</w:t>
            </w:r>
            <w:proofErr w:type="spellEnd"/>
          </w:p>
          <w:p w14:paraId="188BA48C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314454" w14:textId="6F7E9990" w:rsidR="00FF7A31" w:rsidRPr="001A5581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Tenuta Monoblocco 2.0 3/4"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per tubo</w:t>
            </w:r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multistrato, PE-X, PE-RT e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PexPenta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Klett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16 x 2 o equivalente.</w:t>
            </w:r>
          </w:p>
        </w:tc>
      </w:tr>
      <w:tr w:rsidR="00FF7A31" w:rsidRPr="00F4606B" w14:paraId="6E2C7C26" w14:textId="77777777" w:rsidTr="00FD02BC">
        <w:tc>
          <w:tcPr>
            <w:tcW w:w="1311" w:type="dxa"/>
          </w:tcPr>
          <w:p w14:paraId="0FD7231A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28134290</w:t>
            </w:r>
          </w:p>
        </w:tc>
        <w:tc>
          <w:tcPr>
            <w:tcW w:w="2086" w:type="dxa"/>
          </w:tcPr>
          <w:p w14:paraId="4B6A5E9B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Nastro 50 mm</w:t>
            </w:r>
          </w:p>
        </w:tc>
        <w:tc>
          <w:tcPr>
            <w:tcW w:w="6101" w:type="dxa"/>
          </w:tcPr>
          <w:p w14:paraId="4ABC490F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Nastro adesivo per giunzione pannelli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>.</w:t>
            </w:r>
          </w:p>
          <w:p w14:paraId="09797E80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4B9BBE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Misura: 50 mm x 100 m</w:t>
            </w:r>
          </w:p>
          <w:p w14:paraId="53A292F3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EEC66B2" w14:textId="7EC6918C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Nastro 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F4606B" w14:paraId="5F243E29" w14:textId="77777777" w:rsidTr="00FD02BC">
        <w:tc>
          <w:tcPr>
            <w:tcW w:w="1311" w:type="dxa"/>
          </w:tcPr>
          <w:p w14:paraId="3BA3B491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28134294</w:t>
            </w:r>
          </w:p>
        </w:tc>
        <w:tc>
          <w:tcPr>
            <w:tcW w:w="2086" w:type="dxa"/>
          </w:tcPr>
          <w:p w14:paraId="1252F4C6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per nastro </w:t>
            </w:r>
          </w:p>
        </w:tc>
        <w:tc>
          <w:tcPr>
            <w:tcW w:w="6101" w:type="dxa"/>
          </w:tcPr>
          <w:p w14:paraId="1384F818" w14:textId="7853A4C2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per nastro adesivo per pannelli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Klettjet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6F2E71FB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D78C0A" w14:textId="5214715A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per nastro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F4606B" w14:paraId="5B12A2FA" w14:textId="77777777" w:rsidTr="00FD02BC">
        <w:tc>
          <w:tcPr>
            <w:tcW w:w="1311" w:type="dxa"/>
          </w:tcPr>
          <w:p w14:paraId="0C71A5A1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28134296</w:t>
            </w:r>
          </w:p>
        </w:tc>
        <w:tc>
          <w:tcPr>
            <w:tcW w:w="2086" w:type="dxa"/>
          </w:tcPr>
          <w:p w14:paraId="7EEBD931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Sostegno tubo</w:t>
            </w:r>
          </w:p>
        </w:tc>
        <w:tc>
          <w:tcPr>
            <w:tcW w:w="6101" w:type="dxa"/>
          </w:tcPr>
          <w:p w14:paraId="38F8267C" w14:textId="7FE09ADF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Sostegno per tubazione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22E93C4A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BAA32B" w14:textId="3554EBEA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Sostegno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9230EA" w14:paraId="1669B902" w14:textId="77777777" w:rsidTr="00FD02BC">
        <w:tc>
          <w:tcPr>
            <w:tcW w:w="1311" w:type="dxa"/>
          </w:tcPr>
          <w:p w14:paraId="75034269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28134299</w:t>
            </w:r>
          </w:p>
        </w:tc>
        <w:tc>
          <w:tcPr>
            <w:tcW w:w="2086" w:type="dxa"/>
          </w:tcPr>
          <w:p w14:paraId="19179E13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Guanti tubo</w:t>
            </w:r>
          </w:p>
        </w:tc>
        <w:tc>
          <w:tcPr>
            <w:tcW w:w="6101" w:type="dxa"/>
          </w:tcPr>
          <w:p w14:paraId="3A17EFFB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Guanti per la posa della tubazione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>.</w:t>
            </w:r>
          </w:p>
          <w:p w14:paraId="435E490C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253B89" w14:textId="7FD00C3D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Guanti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170AD8" w14:paraId="399EC3BC" w14:textId="77777777" w:rsidTr="00FD02BC">
        <w:tc>
          <w:tcPr>
            <w:tcW w:w="1311" w:type="dxa"/>
          </w:tcPr>
          <w:p w14:paraId="70EB4B14" w14:textId="04210969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0272BEF7" w14:textId="77777777" w:rsidR="00FF7A3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22E57EED" w14:textId="0714B79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19B74DAF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282BF2B7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0B1C8A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7A52AD9A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50DAD41F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20EB766" w14:textId="760887BE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7E118F" w14:paraId="427C7B1D" w14:textId="77777777" w:rsidTr="00FD02BC">
        <w:tc>
          <w:tcPr>
            <w:tcW w:w="1311" w:type="dxa"/>
          </w:tcPr>
          <w:p w14:paraId="1AC7CA8E" w14:textId="52C15382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5DAD87AE" w14:textId="77777777" w:rsidR="00FF7A3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42EA6F78" w14:textId="653AF5CD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40B57F5C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DE3D5C6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8CCF3D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4CF74DD9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46724CE2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2E4E3F" w14:textId="29FC45C8" w:rsidR="00FF7A31" w:rsidRPr="001A5581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170AD8" w14:paraId="7CCA8DCC" w14:textId="77777777" w:rsidTr="00FD02BC">
        <w:tc>
          <w:tcPr>
            <w:tcW w:w="1311" w:type="dxa"/>
          </w:tcPr>
          <w:p w14:paraId="3C8BD22A" w14:textId="10227A22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15B41CB5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Protettivo per impianti di riscaldamento alta/bassa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temperatura e condizionamento</w:t>
            </w:r>
          </w:p>
          <w:p w14:paraId="39D66972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B0A841D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D7B3BE0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B4FD6F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6B44F1" w14:textId="77777777" w:rsidR="00FF7A31" w:rsidRPr="00F73AD4" w:rsidRDefault="00FF7A31" w:rsidP="00FF7A3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340C58B" w14:textId="77777777" w:rsidR="00FF7A31" w:rsidRPr="00F73AD4" w:rsidRDefault="00FF7A31" w:rsidP="00FF7A3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66E71FDD" w14:textId="77777777" w:rsidR="00FF7A31" w:rsidRPr="00F73AD4" w:rsidRDefault="00FF7A31" w:rsidP="00FF7A3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4BBE4E3C" w14:textId="77777777" w:rsidR="00FF7A31" w:rsidRPr="00F73AD4" w:rsidRDefault="00FF7A31" w:rsidP="00FF7A3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5ECC2252" w14:textId="77777777" w:rsidR="00FF7A31" w:rsidRPr="00F73AD4" w:rsidRDefault="00FF7A31" w:rsidP="00FF7A3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584D8B6A" w14:textId="77777777" w:rsidR="00FF7A31" w:rsidRPr="00F73AD4" w:rsidRDefault="00FF7A31" w:rsidP="00FF7A3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31EA435E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DA1E55" w14:textId="0327292C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FF7A31" w14:paraId="65C8A3B1" w14:textId="77777777" w:rsidTr="00FD02BC">
        <w:tc>
          <w:tcPr>
            <w:tcW w:w="1311" w:type="dxa"/>
          </w:tcPr>
          <w:p w14:paraId="01AED309" w14:textId="455E7209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5349ACD8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5336992B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D4570E6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7C08F7BA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7F14820B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0CDDA5A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3EA05E" w14:textId="77777777" w:rsidR="00FF7A31" w:rsidRPr="00F85508" w:rsidRDefault="00FF7A31" w:rsidP="00FF7A3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19AD850" w14:textId="77777777" w:rsidR="00FF7A31" w:rsidRPr="00F85508" w:rsidRDefault="00FF7A31" w:rsidP="00FF7A3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5C696EAB" w14:textId="77777777" w:rsidR="00FF7A31" w:rsidRPr="00F85508" w:rsidRDefault="00FF7A31" w:rsidP="00FF7A3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53C78ED4" w14:textId="77777777" w:rsidR="00FF7A31" w:rsidRPr="00F85508" w:rsidRDefault="00FF7A31" w:rsidP="00FF7A3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29BF4CC2" w14:textId="77777777" w:rsidR="00FF7A31" w:rsidRPr="00F85508" w:rsidRDefault="00FF7A31" w:rsidP="00FF7A3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2AF07DFA" w14:textId="77777777" w:rsidR="00FF7A31" w:rsidRPr="00F85508" w:rsidRDefault="00FF7A31" w:rsidP="00FF7A3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671DAEF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64A988" w14:textId="78CD4C8F" w:rsidR="00FF7A31" w:rsidRPr="001A5581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5B1DEFA3" w14:textId="77777777" w:rsidTr="00FD02BC">
        <w:tc>
          <w:tcPr>
            <w:tcW w:w="1311" w:type="dxa"/>
          </w:tcPr>
          <w:p w14:paraId="5D3C9C9C" w14:textId="37953C95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421D136D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2FECFE29" w14:textId="707F0E0B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2BEF8735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1F22D4D2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4B4A98" w14:textId="77777777" w:rsidR="00FF7A31" w:rsidRPr="00265BF1" w:rsidRDefault="00FF7A31" w:rsidP="00FF7A3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1795593" w14:textId="77777777" w:rsidR="00FF7A31" w:rsidRPr="00265BF1" w:rsidRDefault="00FF7A31" w:rsidP="00FF7A3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06D4D6A0" w14:textId="77777777" w:rsidR="00FF7A31" w:rsidRPr="00265BF1" w:rsidRDefault="00FF7A31" w:rsidP="00FF7A3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2E3A7305" w14:textId="77777777" w:rsidR="00FF7A31" w:rsidRPr="00265BF1" w:rsidRDefault="00FF7A31" w:rsidP="00FF7A3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135B57D1" w14:textId="77777777" w:rsidR="00FF7A31" w:rsidRPr="00265BF1" w:rsidRDefault="00FF7A31" w:rsidP="00FF7A3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3244ADF7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D4506B" w14:textId="0FD2A9AF" w:rsidR="00FF7A31" w:rsidRPr="001A5581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133A1864" w14:textId="77777777" w:rsidTr="00FD02BC">
        <w:tc>
          <w:tcPr>
            <w:tcW w:w="1311" w:type="dxa"/>
          </w:tcPr>
          <w:p w14:paraId="267F2718" w14:textId="4CAE8A50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28130480</w:t>
            </w:r>
          </w:p>
        </w:tc>
        <w:tc>
          <w:tcPr>
            <w:tcW w:w="2086" w:type="dxa"/>
          </w:tcPr>
          <w:p w14:paraId="5EFCF993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29FF666D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426C313B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BA661EF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6908069B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F26104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3480C832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B8CF5D0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A5E6AF4" w14:textId="79BF099F" w:rsidR="00FF7A31" w:rsidRPr="001A5581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5CF30E9B" w14:textId="77777777" w:rsidTr="00FD02BC">
        <w:tc>
          <w:tcPr>
            <w:tcW w:w="1311" w:type="dxa"/>
          </w:tcPr>
          <w:p w14:paraId="36C670A5" w14:textId="1745B8E6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68D314A3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04CB9D31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251D2AA0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3502A69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5577B3F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3F0E6C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4A193853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492A1FE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8755CA" w14:textId="485D5EF2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37EEEB65" w14:textId="77777777" w:rsidTr="00FD02BC">
        <w:tc>
          <w:tcPr>
            <w:tcW w:w="1311" w:type="dxa"/>
          </w:tcPr>
          <w:p w14:paraId="7384438C" w14:textId="6C025EA3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31F592D2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350E42A7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3C12D2F4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4399CF6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31474B6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23A30E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4D33094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39F6F32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0863F2" w14:textId="51DB18A0" w:rsidR="00FF7A31" w:rsidRPr="001A5581" w:rsidRDefault="00FF7A31" w:rsidP="00FF7A31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0146159C" w14:textId="77777777" w:rsidTr="00FD02BC">
        <w:tc>
          <w:tcPr>
            <w:tcW w:w="1311" w:type="dxa"/>
          </w:tcPr>
          <w:p w14:paraId="63C9492C" w14:textId="5F29174D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466FDE35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4CAC6D0C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41AD8394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EC5BA9F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3295461F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AFDD85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2CD1EB05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0C31DF09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48287E" w14:textId="704602EE" w:rsidR="00FF7A31" w:rsidRPr="001A5581" w:rsidRDefault="00FF7A31" w:rsidP="00FF7A31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370F8" w14:paraId="0F42E792" w14:textId="77777777" w:rsidTr="00FD02BC">
        <w:tc>
          <w:tcPr>
            <w:tcW w:w="1311" w:type="dxa"/>
          </w:tcPr>
          <w:p w14:paraId="69099C45" w14:textId="5A8A5D62" w:rsidR="00F370F8" w:rsidRPr="001A5581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30BCEA3E" w14:textId="2AD1C9F3" w:rsidR="00F370F8" w:rsidRPr="001A5581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3F650106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20E5202B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110FD50F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A732AEF" w14:textId="276D6636" w:rsidR="00F370F8" w:rsidRPr="001A5581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77B4BF23" w14:textId="77777777" w:rsidTr="00FD02BC">
        <w:tc>
          <w:tcPr>
            <w:tcW w:w="1311" w:type="dxa"/>
          </w:tcPr>
          <w:p w14:paraId="7E716C9C" w14:textId="2E509243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6407D693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1BBFB51F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2494396F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1x2 m</w:t>
            </w:r>
          </w:p>
          <w:p w14:paraId="656C22A0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60609F58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0794306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70CEA10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7C3A15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19CD2DDE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Confezione da 20 fogli</w:t>
            </w:r>
          </w:p>
          <w:p w14:paraId="6F656940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2083A0A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DEAC7" w14:textId="74B70FCA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1E567ED6" w14:textId="77777777" w:rsidTr="00FD02BC">
        <w:tc>
          <w:tcPr>
            <w:tcW w:w="1311" w:type="dxa"/>
          </w:tcPr>
          <w:p w14:paraId="380D7320" w14:textId="2DE5B284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28141000</w:t>
            </w:r>
          </w:p>
        </w:tc>
        <w:tc>
          <w:tcPr>
            <w:tcW w:w="2086" w:type="dxa"/>
          </w:tcPr>
          <w:p w14:paraId="5FFE4ECA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3A21773F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0E879E3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6198D6AD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3F708330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77066E42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A65A832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8F26540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230EFB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1A029F02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719AD1D0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5B6FFA5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C0DFCC" w14:textId="71E3DD74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123A7364" w14:textId="77777777" w:rsidTr="00FD02BC">
        <w:tc>
          <w:tcPr>
            <w:tcW w:w="1311" w:type="dxa"/>
          </w:tcPr>
          <w:p w14:paraId="6FF81CCB" w14:textId="3BABF82F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1C757C61" w14:textId="3DF4E7F5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20F346B7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FECAEED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FF88C6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572EE32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3CCC429A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0323F114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14E44BA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85CDF0" w14:textId="15373923" w:rsidR="00FF7A31" w:rsidRPr="001A5581" w:rsidRDefault="00FF7A31" w:rsidP="00FF7A31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74E42701" w14:textId="77777777" w:rsidTr="00FD02BC">
        <w:tc>
          <w:tcPr>
            <w:tcW w:w="1311" w:type="dxa"/>
          </w:tcPr>
          <w:p w14:paraId="75E994F5" w14:textId="11E132DA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1D04652E" w14:textId="50A6534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7D24A979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0286827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7D46E9B6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2480E1F5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6941B3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040A7E1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2194212F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4AC9BFF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EAAC62" w14:textId="38D67A44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2B040CCC" w14:textId="77777777" w:rsidTr="00FD02BC">
        <w:tc>
          <w:tcPr>
            <w:tcW w:w="1311" w:type="dxa"/>
          </w:tcPr>
          <w:p w14:paraId="588A0C25" w14:textId="1836A399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4300D1FD" w14:textId="37688605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1667C7C4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6676519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9E4114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3D3383AB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D1ADC3" w14:textId="7C4F0412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602284D8" w14:textId="77777777" w:rsidTr="00FD02BC">
        <w:tc>
          <w:tcPr>
            <w:tcW w:w="1311" w:type="dxa"/>
          </w:tcPr>
          <w:p w14:paraId="556BCACB" w14:textId="2DA956FB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234FC209" w14:textId="7EF321B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43BE74B8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7C9089DC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05C704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08B0B54E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2527369" w14:textId="7E28246F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141B822C" w14:textId="77777777" w:rsidTr="00FD02BC">
        <w:tc>
          <w:tcPr>
            <w:tcW w:w="1311" w:type="dxa"/>
          </w:tcPr>
          <w:p w14:paraId="274F3C7E" w14:textId="6656F2CE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25D08870" w14:textId="150C418F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1AF0B72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1FAF44C3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21EDAE67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1E8D32" w14:textId="36487CC9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370F8" w14:paraId="0D17473A" w14:textId="77777777" w:rsidTr="00FD02BC">
        <w:tc>
          <w:tcPr>
            <w:tcW w:w="1311" w:type="dxa"/>
          </w:tcPr>
          <w:p w14:paraId="43878860" w14:textId="60541A8F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158BD4C4" w14:textId="77777777" w:rsidR="00F370F8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41879B59" w14:textId="306E1D80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B6E771E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27DC758B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4F961F73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416355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608C8493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5F8252" w14:textId="09C6ED4C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F370F8" w14:paraId="552BCB79" w14:textId="77777777" w:rsidTr="00FD02BC">
        <w:tc>
          <w:tcPr>
            <w:tcW w:w="1311" w:type="dxa"/>
          </w:tcPr>
          <w:p w14:paraId="3CC141E4" w14:textId="2F8A33AF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63ED8774" w14:textId="77777777" w:rsidR="00F370F8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5D0993BB" w14:textId="2A7266E7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1E265C4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6566CC5E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7546D9" w14:textId="33BB2CE2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F370F8" w14:paraId="7B19B2F6" w14:textId="77777777" w:rsidTr="00FD02BC">
        <w:tc>
          <w:tcPr>
            <w:tcW w:w="1311" w:type="dxa"/>
          </w:tcPr>
          <w:p w14:paraId="7E5D7EA3" w14:textId="5638F468" w:rsidR="00F370F8" w:rsidRPr="001A5581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63D03D4E" w14:textId="7AC56A4A" w:rsidR="00F370F8" w:rsidRPr="001A5581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3E5A8B50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329F45CC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3A9958" w14:textId="23456366" w:rsidR="00F370F8" w:rsidRPr="001A5581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3F37A16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6CBA" w14:textId="77777777" w:rsidR="00B447ED" w:rsidRDefault="00B447ED">
      <w:r>
        <w:separator/>
      </w:r>
    </w:p>
  </w:endnote>
  <w:endnote w:type="continuationSeparator" w:id="0">
    <w:p w14:paraId="0802F147" w14:textId="77777777" w:rsidR="00B447ED" w:rsidRDefault="00B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D5DD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9070FBF" w14:textId="77777777" w:rsidTr="004706FD">
      <w:tc>
        <w:tcPr>
          <w:tcW w:w="4534" w:type="dxa"/>
        </w:tcPr>
        <w:p w14:paraId="02B95322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1A5581">
            <w:rPr>
              <w:rFonts w:ascii="Poppins" w:hAnsi="Poppins" w:cs="Poppins"/>
              <w:iCs/>
              <w:noProof/>
              <w:sz w:val="16"/>
            </w:rPr>
            <w:t>Sistema EPS Klettjet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AB6FCA5" w14:textId="1E463B80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C92ECA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EF4000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02A155F" wp14:editId="0982A5A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09AA" w14:textId="77777777" w:rsidR="00B447ED" w:rsidRDefault="00B447ED">
      <w:r>
        <w:separator/>
      </w:r>
    </w:p>
  </w:footnote>
  <w:footnote w:type="continuationSeparator" w:id="0">
    <w:p w14:paraId="58FBECDA" w14:textId="77777777" w:rsidR="00B447ED" w:rsidRDefault="00B4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D573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2454827" wp14:editId="76EDE9A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5A6B32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7342D3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CB064144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74C7E"/>
    <w:multiLevelType w:val="hybridMultilevel"/>
    <w:tmpl w:val="93A48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6251"/>
    <w:multiLevelType w:val="hybridMultilevel"/>
    <w:tmpl w:val="0F92CC3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C6A74"/>
    <w:multiLevelType w:val="hybridMultilevel"/>
    <w:tmpl w:val="7DBAE1CA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30B78"/>
    <w:multiLevelType w:val="hybridMultilevel"/>
    <w:tmpl w:val="540261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423695">
    <w:abstractNumId w:val="14"/>
  </w:num>
  <w:num w:numId="2" w16cid:durableId="1734620967">
    <w:abstractNumId w:val="13"/>
  </w:num>
  <w:num w:numId="3" w16cid:durableId="1507592323">
    <w:abstractNumId w:val="6"/>
  </w:num>
  <w:num w:numId="4" w16cid:durableId="446461758">
    <w:abstractNumId w:val="4"/>
  </w:num>
  <w:num w:numId="5" w16cid:durableId="478302935">
    <w:abstractNumId w:val="10"/>
  </w:num>
  <w:num w:numId="6" w16cid:durableId="1995059112">
    <w:abstractNumId w:val="9"/>
  </w:num>
  <w:num w:numId="7" w16cid:durableId="737824734">
    <w:abstractNumId w:val="7"/>
  </w:num>
  <w:num w:numId="8" w16cid:durableId="394355847">
    <w:abstractNumId w:val="9"/>
  </w:num>
  <w:num w:numId="9" w16cid:durableId="1973052106">
    <w:abstractNumId w:val="0"/>
  </w:num>
  <w:num w:numId="10" w16cid:durableId="240993553">
    <w:abstractNumId w:val="9"/>
  </w:num>
  <w:num w:numId="11" w16cid:durableId="632367757">
    <w:abstractNumId w:val="18"/>
  </w:num>
  <w:num w:numId="12" w16cid:durableId="946891537">
    <w:abstractNumId w:val="21"/>
  </w:num>
  <w:num w:numId="13" w16cid:durableId="1892113927">
    <w:abstractNumId w:val="17"/>
  </w:num>
  <w:num w:numId="14" w16cid:durableId="1220483891">
    <w:abstractNumId w:val="8"/>
  </w:num>
  <w:num w:numId="15" w16cid:durableId="1849786213">
    <w:abstractNumId w:val="19"/>
  </w:num>
  <w:num w:numId="16" w16cid:durableId="1931356145">
    <w:abstractNumId w:val="23"/>
  </w:num>
  <w:num w:numId="17" w16cid:durableId="1619723763">
    <w:abstractNumId w:val="24"/>
  </w:num>
  <w:num w:numId="18" w16cid:durableId="1984433009">
    <w:abstractNumId w:val="20"/>
  </w:num>
  <w:num w:numId="19" w16cid:durableId="1718427453">
    <w:abstractNumId w:val="1"/>
  </w:num>
  <w:num w:numId="20" w16cid:durableId="256184181">
    <w:abstractNumId w:val="2"/>
  </w:num>
  <w:num w:numId="21" w16cid:durableId="1197885746">
    <w:abstractNumId w:val="11"/>
  </w:num>
  <w:num w:numId="22" w16cid:durableId="840588373">
    <w:abstractNumId w:val="25"/>
  </w:num>
  <w:num w:numId="23" w16cid:durableId="68428515">
    <w:abstractNumId w:val="16"/>
  </w:num>
  <w:num w:numId="24" w16cid:durableId="233125735">
    <w:abstractNumId w:val="15"/>
  </w:num>
  <w:num w:numId="25" w16cid:durableId="1229419570">
    <w:abstractNumId w:val="22"/>
  </w:num>
  <w:num w:numId="26" w16cid:durableId="838691184">
    <w:abstractNumId w:val="12"/>
  </w:num>
  <w:num w:numId="27" w16cid:durableId="613446213">
    <w:abstractNumId w:val="3"/>
  </w:num>
  <w:num w:numId="28" w16cid:durableId="10979407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915E6"/>
    <w:rsid w:val="000B6932"/>
    <w:rsid w:val="000C52FA"/>
    <w:rsid w:val="000F7A52"/>
    <w:rsid w:val="001036A7"/>
    <w:rsid w:val="00103A0D"/>
    <w:rsid w:val="001441C6"/>
    <w:rsid w:val="001450AB"/>
    <w:rsid w:val="001620E3"/>
    <w:rsid w:val="0016602E"/>
    <w:rsid w:val="00171DAE"/>
    <w:rsid w:val="00195A49"/>
    <w:rsid w:val="001A5581"/>
    <w:rsid w:val="001D365F"/>
    <w:rsid w:val="001E6403"/>
    <w:rsid w:val="001F782F"/>
    <w:rsid w:val="00212EAD"/>
    <w:rsid w:val="0022408D"/>
    <w:rsid w:val="0023000E"/>
    <w:rsid w:val="002346C2"/>
    <w:rsid w:val="00264BCF"/>
    <w:rsid w:val="0028448D"/>
    <w:rsid w:val="002862D2"/>
    <w:rsid w:val="002871FD"/>
    <w:rsid w:val="002B45BD"/>
    <w:rsid w:val="002B5D63"/>
    <w:rsid w:val="002D458C"/>
    <w:rsid w:val="002F7EEA"/>
    <w:rsid w:val="00304518"/>
    <w:rsid w:val="003333BC"/>
    <w:rsid w:val="00344430"/>
    <w:rsid w:val="003524C7"/>
    <w:rsid w:val="00357812"/>
    <w:rsid w:val="00365710"/>
    <w:rsid w:val="00372ECE"/>
    <w:rsid w:val="003B3214"/>
    <w:rsid w:val="003D4BE3"/>
    <w:rsid w:val="004272FC"/>
    <w:rsid w:val="00433C12"/>
    <w:rsid w:val="00435CEA"/>
    <w:rsid w:val="0044592F"/>
    <w:rsid w:val="00446C84"/>
    <w:rsid w:val="00447EFC"/>
    <w:rsid w:val="004706FD"/>
    <w:rsid w:val="00474537"/>
    <w:rsid w:val="0048382E"/>
    <w:rsid w:val="00484CCC"/>
    <w:rsid w:val="004925E7"/>
    <w:rsid w:val="004F1A26"/>
    <w:rsid w:val="005235FA"/>
    <w:rsid w:val="00525BAE"/>
    <w:rsid w:val="00527AF0"/>
    <w:rsid w:val="00530F9B"/>
    <w:rsid w:val="005315F1"/>
    <w:rsid w:val="00536743"/>
    <w:rsid w:val="00562E55"/>
    <w:rsid w:val="00570CF8"/>
    <w:rsid w:val="00584984"/>
    <w:rsid w:val="005B1D77"/>
    <w:rsid w:val="005C61B9"/>
    <w:rsid w:val="005E1169"/>
    <w:rsid w:val="006015C2"/>
    <w:rsid w:val="006040F5"/>
    <w:rsid w:val="00610639"/>
    <w:rsid w:val="00620C00"/>
    <w:rsid w:val="00665813"/>
    <w:rsid w:val="00667366"/>
    <w:rsid w:val="006B218C"/>
    <w:rsid w:val="006B29B1"/>
    <w:rsid w:val="006C14CB"/>
    <w:rsid w:val="006C4092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605EB"/>
    <w:rsid w:val="00760966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4511B"/>
    <w:rsid w:val="008574C8"/>
    <w:rsid w:val="00867692"/>
    <w:rsid w:val="008804CB"/>
    <w:rsid w:val="00887902"/>
    <w:rsid w:val="008A2C0A"/>
    <w:rsid w:val="008B5587"/>
    <w:rsid w:val="008C2F88"/>
    <w:rsid w:val="008E5212"/>
    <w:rsid w:val="008F1192"/>
    <w:rsid w:val="00904071"/>
    <w:rsid w:val="009059BB"/>
    <w:rsid w:val="009116DC"/>
    <w:rsid w:val="00923354"/>
    <w:rsid w:val="00931A8A"/>
    <w:rsid w:val="0094047C"/>
    <w:rsid w:val="00941308"/>
    <w:rsid w:val="00941635"/>
    <w:rsid w:val="00942B09"/>
    <w:rsid w:val="0096554D"/>
    <w:rsid w:val="00986B62"/>
    <w:rsid w:val="00991D41"/>
    <w:rsid w:val="00992282"/>
    <w:rsid w:val="0099452E"/>
    <w:rsid w:val="009A219D"/>
    <w:rsid w:val="009B37F1"/>
    <w:rsid w:val="009C1166"/>
    <w:rsid w:val="009C6E4E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303B9"/>
    <w:rsid w:val="00A51350"/>
    <w:rsid w:val="00A62A77"/>
    <w:rsid w:val="00A743FF"/>
    <w:rsid w:val="00AC0741"/>
    <w:rsid w:val="00AD05EC"/>
    <w:rsid w:val="00AD1706"/>
    <w:rsid w:val="00AF1506"/>
    <w:rsid w:val="00AF350C"/>
    <w:rsid w:val="00B406A9"/>
    <w:rsid w:val="00B447ED"/>
    <w:rsid w:val="00B66284"/>
    <w:rsid w:val="00B7475F"/>
    <w:rsid w:val="00B93CD1"/>
    <w:rsid w:val="00BB0104"/>
    <w:rsid w:val="00BB2A5B"/>
    <w:rsid w:val="00BD14D8"/>
    <w:rsid w:val="00BE1149"/>
    <w:rsid w:val="00BE326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47D81"/>
    <w:rsid w:val="00C55FF9"/>
    <w:rsid w:val="00C67617"/>
    <w:rsid w:val="00C84D60"/>
    <w:rsid w:val="00C86331"/>
    <w:rsid w:val="00C92ECA"/>
    <w:rsid w:val="00C93402"/>
    <w:rsid w:val="00C939B1"/>
    <w:rsid w:val="00CB1475"/>
    <w:rsid w:val="00CC31A7"/>
    <w:rsid w:val="00CE7C2F"/>
    <w:rsid w:val="00CF15CB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85586"/>
    <w:rsid w:val="00D9001F"/>
    <w:rsid w:val="00D902A4"/>
    <w:rsid w:val="00DA3646"/>
    <w:rsid w:val="00DD2E16"/>
    <w:rsid w:val="00DE5C0B"/>
    <w:rsid w:val="00E06729"/>
    <w:rsid w:val="00E07577"/>
    <w:rsid w:val="00E17A38"/>
    <w:rsid w:val="00E21DBB"/>
    <w:rsid w:val="00E36C49"/>
    <w:rsid w:val="00E42389"/>
    <w:rsid w:val="00E5632D"/>
    <w:rsid w:val="00E7391C"/>
    <w:rsid w:val="00E76C19"/>
    <w:rsid w:val="00E94BE3"/>
    <w:rsid w:val="00EA01C8"/>
    <w:rsid w:val="00EB198A"/>
    <w:rsid w:val="00EB33B9"/>
    <w:rsid w:val="00EC29FF"/>
    <w:rsid w:val="00ED24CF"/>
    <w:rsid w:val="00EF73E5"/>
    <w:rsid w:val="00F370F8"/>
    <w:rsid w:val="00F50F65"/>
    <w:rsid w:val="00F53758"/>
    <w:rsid w:val="00F60A08"/>
    <w:rsid w:val="00FC14FE"/>
    <w:rsid w:val="00FD02BC"/>
    <w:rsid w:val="00FD255D"/>
    <w:rsid w:val="00FF2AA1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10565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79BBD-8A09-45EA-8561-CF9B2852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11506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10</cp:revision>
  <cp:lastPrinted>2013-11-14T13:48:00Z</cp:lastPrinted>
  <dcterms:created xsi:type="dcterms:W3CDTF">2025-01-16T07:56:00Z</dcterms:created>
  <dcterms:modified xsi:type="dcterms:W3CDTF">2025-01-16T08:02:00Z</dcterms:modified>
</cp:coreProperties>
</file>